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D4C" w:rsidRDefault="00995D4C" w:rsidP="0082086C">
      <w:pPr>
        <w:pStyle w:val="Heading3"/>
      </w:pPr>
      <w:proofErr w:type="spellStart"/>
      <w:r>
        <w:t>PowerTeacher</w:t>
      </w:r>
      <w:proofErr w:type="spellEnd"/>
      <w:r>
        <w:t xml:space="preserve"> final grade setup must be done each semester.  (August and January)</w:t>
      </w:r>
    </w:p>
    <w:p w:rsidR="00995D4C" w:rsidRDefault="00995D4C" w:rsidP="00995D4C">
      <w:pPr>
        <w:pStyle w:val="Heading1"/>
      </w:pPr>
      <w:r>
        <w:t>Final Grade Setup Reminders:</w:t>
      </w:r>
    </w:p>
    <w:p w:rsidR="00995D4C" w:rsidRDefault="00995D4C" w:rsidP="00995D4C">
      <w:r>
        <w:rPr>
          <w:b/>
        </w:rPr>
        <w:t>If your course does NOT have an end of course test:</w:t>
      </w:r>
      <w:r>
        <w:t xml:space="preserve"> </w:t>
      </w:r>
    </w:p>
    <w:p w:rsidR="00995D4C" w:rsidRDefault="00995D4C" w:rsidP="00995D4C">
      <w:pPr>
        <w:ind w:firstLine="720"/>
      </w:pPr>
      <w:r>
        <w:t>Semester 1 setup should be</w:t>
      </w:r>
      <w:r>
        <w:tab/>
        <w:t xml:space="preserve"> N1 -40%, N2 -40%, and E1 (semester exam) - 20%</w:t>
      </w:r>
    </w:p>
    <w:p w:rsidR="00995D4C" w:rsidRDefault="00995D4C" w:rsidP="00346D8B">
      <w:pPr>
        <w:ind w:firstLine="720"/>
      </w:pPr>
      <w:r>
        <w:t>Semeste</w:t>
      </w:r>
      <w:r w:rsidR="00B53A2B">
        <w:t xml:space="preserve">r 2 setup should be </w:t>
      </w:r>
      <w:r w:rsidR="00B53A2B">
        <w:tab/>
        <w:t xml:space="preserve"> N3-40%, N4</w:t>
      </w:r>
      <w:r>
        <w:t xml:space="preserve"> – 40%, and </w:t>
      </w:r>
      <w:r w:rsidR="00B53A2B">
        <w:t>E2</w:t>
      </w:r>
      <w:r w:rsidR="00352FB5">
        <w:t xml:space="preserve"> (semester exam) – 20%</w:t>
      </w:r>
      <w:r w:rsidR="00352FB5">
        <w:tab/>
      </w:r>
      <w:r w:rsidR="00352FB5">
        <w:tab/>
      </w:r>
      <w:r w:rsidR="00352FB5">
        <w:tab/>
      </w:r>
      <w:r w:rsidR="00352FB5">
        <w:tab/>
      </w:r>
    </w:p>
    <w:p w:rsidR="00995D4C" w:rsidRDefault="00995D4C" w:rsidP="00995D4C">
      <w:r>
        <w:rPr>
          <w:b/>
        </w:rPr>
        <w:t>If your course DOES include an end of course test:</w:t>
      </w:r>
      <w:r>
        <w:t xml:space="preserve">  </w:t>
      </w:r>
    </w:p>
    <w:p w:rsidR="00995D4C" w:rsidRDefault="00995D4C" w:rsidP="00995D4C">
      <w:pPr>
        <w:ind w:firstLine="720"/>
      </w:pPr>
      <w:r>
        <w:t>Semester 1 setup should be</w:t>
      </w:r>
      <w:r>
        <w:tab/>
        <w:t xml:space="preserve"> N1 -40%, N2 -40%, and E1 (semester exam) - 20%</w:t>
      </w:r>
    </w:p>
    <w:p w:rsidR="00995D4C" w:rsidRDefault="00995D4C" w:rsidP="00346D8B">
      <w:pPr>
        <w:ind w:left="3600" w:hanging="2880"/>
      </w:pPr>
      <w:r>
        <w:t>Semeste</w:t>
      </w:r>
      <w:r w:rsidR="008B4556">
        <w:t xml:space="preserve">r 2 setup should be </w:t>
      </w:r>
      <w:r w:rsidR="008B4556">
        <w:tab/>
        <w:t xml:space="preserve"> N3-35</w:t>
      </w:r>
      <w:r w:rsidR="00B53A2B">
        <w:t>%, N4</w:t>
      </w:r>
      <w:r w:rsidR="008B4556">
        <w:t xml:space="preserve"> – 35</w:t>
      </w:r>
      <w:r>
        <w:t>%, E</w:t>
      </w:r>
      <w:r w:rsidR="00B53A2B">
        <w:t>2</w:t>
      </w:r>
      <w:r>
        <w:t xml:space="preserve"> (seme</w:t>
      </w:r>
      <w:r w:rsidR="008B4556">
        <w:t>ster exam) – 20</w:t>
      </w:r>
      <w:bookmarkStart w:id="0" w:name="_GoBack"/>
      <w:bookmarkEnd w:id="0"/>
      <w:r w:rsidR="009A5A36">
        <w:t>%, and G2</w:t>
      </w:r>
      <w:r w:rsidR="008B4556">
        <w:t xml:space="preserve"> (end of course exam) – 10</w:t>
      </w:r>
      <w:r>
        <w:t>%</w:t>
      </w:r>
      <w:r>
        <w:tab/>
      </w:r>
      <w:r>
        <w:tab/>
      </w:r>
    </w:p>
    <w:p w:rsidR="00995D4C" w:rsidRPr="00A53041" w:rsidRDefault="00995D4C" w:rsidP="00995D4C">
      <w:pPr>
        <w:ind w:left="2880" w:hanging="2880"/>
        <w:rPr>
          <w:b/>
        </w:rPr>
      </w:pPr>
      <w:r w:rsidRPr="00A53041">
        <w:rPr>
          <w:b/>
        </w:rPr>
        <w:t xml:space="preserve">AP Courses: </w:t>
      </w:r>
    </w:p>
    <w:p w:rsidR="00995D4C" w:rsidRDefault="00995D4C" w:rsidP="00995D4C">
      <w:pPr>
        <w:ind w:firstLine="720"/>
      </w:pPr>
      <w:r>
        <w:t>Semester 1 setup should be</w:t>
      </w:r>
      <w:r>
        <w:tab/>
        <w:t xml:space="preserve"> N1 -40%, N2 -40%, and E1 (semester exam) - 20%</w:t>
      </w:r>
    </w:p>
    <w:p w:rsidR="00346D8B" w:rsidRDefault="00995D4C" w:rsidP="00346D8B">
      <w:pPr>
        <w:ind w:left="3600" w:hanging="2880"/>
      </w:pPr>
      <w:r>
        <w:t>Semeste</w:t>
      </w:r>
      <w:r w:rsidR="00B53A2B">
        <w:t xml:space="preserve">r 2 setup should be </w:t>
      </w:r>
      <w:r w:rsidR="00B53A2B">
        <w:tab/>
        <w:t xml:space="preserve"> N3-</w:t>
      </w:r>
      <w:proofErr w:type="gramStart"/>
      <w:r w:rsidR="00B53A2B">
        <w:t>50%</w:t>
      </w:r>
      <w:proofErr w:type="gramEnd"/>
      <w:r w:rsidR="00B53A2B">
        <w:t>, N4</w:t>
      </w:r>
      <w:r>
        <w:t xml:space="preserve"> – 50%   (beca</w:t>
      </w:r>
      <w:r w:rsidR="00346D8B">
        <w:t>use students do not take an end</w:t>
      </w:r>
      <w:r w:rsidR="00A53041">
        <w:t xml:space="preserve"> </w:t>
      </w:r>
      <w:r>
        <w:t>of course or semester exam)</w:t>
      </w:r>
    </w:p>
    <w:p w:rsidR="00467CE4" w:rsidRDefault="00346D8B" w:rsidP="00352FB5">
      <w:pPr>
        <w:pStyle w:val="Heading1"/>
        <w:spacing w:before="0"/>
      </w:pPr>
      <w:r>
        <w:t>Instructions for Completing Final Grade Setup:</w:t>
      </w:r>
      <w:r w:rsidR="00467CE4">
        <w:t xml:space="preserve"> </w:t>
      </w:r>
    </w:p>
    <w:p w:rsidR="00A53041" w:rsidRPr="00467CE4" w:rsidRDefault="00467CE4" w:rsidP="00467CE4">
      <w:pPr>
        <w:pStyle w:val="Heading5"/>
        <w:spacing w:before="0"/>
      </w:pPr>
      <w:r w:rsidRPr="00467CE4">
        <w:t>*</w:t>
      </w:r>
      <w:r w:rsidR="003C715E">
        <w:t>All 1</w:t>
      </w:r>
      <w:r w:rsidR="003C715E" w:rsidRPr="003C715E">
        <w:rPr>
          <w:vertAlign w:val="superscript"/>
        </w:rPr>
        <w:t>st</w:t>
      </w:r>
      <w:r w:rsidR="003C715E">
        <w:t xml:space="preserve"> Semester Classes should be set up correctly.</w:t>
      </w:r>
      <w:r w:rsidR="00995D4C" w:rsidRPr="00467CE4">
        <w:tab/>
      </w:r>
      <w:r w:rsidR="00995D4C" w:rsidRPr="00467CE4">
        <w:tab/>
      </w:r>
    </w:p>
    <w:p w:rsidR="00346D8B" w:rsidRDefault="00346D8B">
      <w:pPr>
        <w:rPr>
          <w:noProof/>
        </w:rPr>
      </w:pPr>
    </w:p>
    <w:p w:rsidR="0045325A" w:rsidRDefault="0045325A"/>
    <w:p w:rsidR="00346D8B" w:rsidRPr="00346D8B" w:rsidRDefault="00346D8B">
      <w:pPr>
        <w:rPr>
          <w:b/>
        </w:rPr>
      </w:pPr>
      <w:r w:rsidRPr="00346D8B">
        <w:rPr>
          <w:b/>
        </w:rPr>
        <w:t>Directions:</w:t>
      </w:r>
    </w:p>
    <w:p w:rsidR="00346D8B" w:rsidRDefault="00346D8B" w:rsidP="00346D8B">
      <w:pPr>
        <w:pStyle w:val="ListParagraph"/>
        <w:numPr>
          <w:ilvl w:val="0"/>
          <w:numId w:val="1"/>
        </w:numPr>
      </w:pPr>
      <w:r>
        <w:t xml:space="preserve">Launch </w:t>
      </w:r>
      <w:proofErr w:type="spellStart"/>
      <w:r w:rsidR="002953E3">
        <w:t>PowerTeacher</w:t>
      </w:r>
      <w:proofErr w:type="spellEnd"/>
      <w:r w:rsidR="002953E3">
        <w:t xml:space="preserve"> Pro </w:t>
      </w:r>
      <w:r>
        <w:t>Gradebook</w:t>
      </w:r>
    </w:p>
    <w:p w:rsidR="00346D8B" w:rsidRDefault="002953E3" w:rsidP="00346D8B">
      <w:pPr>
        <w:pStyle w:val="ListParagraph"/>
        <w:numPr>
          <w:ilvl w:val="0"/>
          <w:numId w:val="1"/>
        </w:numPr>
      </w:pPr>
      <w:r>
        <w:t>Click on the Settings Charm on the right hand side. Select Traditional Grade Calculations</w:t>
      </w:r>
    </w:p>
    <w:p w:rsidR="002953E3" w:rsidRDefault="002953E3" w:rsidP="00346D8B">
      <w:pPr>
        <w:pStyle w:val="ListParagraph"/>
        <w:numPr>
          <w:ilvl w:val="0"/>
          <w:numId w:val="1"/>
        </w:numPr>
      </w:pPr>
      <w:r>
        <w:t>For the desired class, select the Pencil under Actions for S1 or S2.</w:t>
      </w:r>
    </w:p>
    <w:p w:rsidR="00346D8B" w:rsidRDefault="002953E3" w:rsidP="00346D8B">
      <w:pPr>
        <w:pStyle w:val="ListParagraph"/>
        <w:numPr>
          <w:ilvl w:val="0"/>
          <w:numId w:val="1"/>
        </w:numPr>
      </w:pPr>
      <w:r>
        <w:t>Select Term Weighting</w:t>
      </w:r>
      <w:r w:rsidR="00346D8B">
        <w:t xml:space="preserve"> and change the Weight as directed above (percentages will change)</w:t>
      </w:r>
    </w:p>
    <w:p w:rsidR="00346D8B" w:rsidRDefault="00346D8B" w:rsidP="00346D8B">
      <w:pPr>
        <w:pStyle w:val="ListParagraph"/>
        <w:numPr>
          <w:ilvl w:val="0"/>
          <w:numId w:val="1"/>
        </w:numPr>
      </w:pPr>
      <w:r>
        <w:t>Click SAVE at the bottom of the screen.</w:t>
      </w:r>
    </w:p>
    <w:p w:rsidR="00346D8B" w:rsidRDefault="00346D8B" w:rsidP="00346D8B">
      <w:pPr>
        <w:pStyle w:val="ListParagraph"/>
        <w:numPr>
          <w:ilvl w:val="0"/>
          <w:numId w:val="1"/>
        </w:numPr>
      </w:pPr>
      <w:r>
        <w:t>Follow these directions for EACH of your classes, noting the course specific percentages above.</w:t>
      </w:r>
    </w:p>
    <w:p w:rsidR="00352FB5" w:rsidRDefault="00352FB5" w:rsidP="00346D8B">
      <w:pPr>
        <w:pStyle w:val="ListParagraph"/>
      </w:pPr>
    </w:p>
    <w:p w:rsidR="00352FB5" w:rsidRPr="00352FB5" w:rsidRDefault="00352FB5" w:rsidP="00352FB5">
      <w:pPr>
        <w:pStyle w:val="Header"/>
        <w:rPr>
          <w:b/>
        </w:rPr>
      </w:pPr>
      <w:r w:rsidRPr="00352FB5">
        <w:rPr>
          <w:b/>
        </w:rPr>
        <w:t xml:space="preserve">For additional </w:t>
      </w:r>
      <w:proofErr w:type="spellStart"/>
      <w:r w:rsidRPr="00352FB5">
        <w:rPr>
          <w:b/>
        </w:rPr>
        <w:t>PowerTeacher</w:t>
      </w:r>
      <w:proofErr w:type="spellEnd"/>
      <w:r w:rsidRPr="00352FB5">
        <w:rPr>
          <w:b/>
        </w:rPr>
        <w:t xml:space="preserve"> assistance go to: </w:t>
      </w:r>
      <w:hyperlink r:id="rId8" w:history="1">
        <w:r w:rsidRPr="00352FB5">
          <w:rPr>
            <w:rStyle w:val="Hyperlink"/>
            <w:b/>
          </w:rPr>
          <w:t>http://empowerstudents.wikispaces.com/PowerTeacher</w:t>
        </w:r>
      </w:hyperlink>
    </w:p>
    <w:p w:rsidR="00346D8B" w:rsidRDefault="00346D8B" w:rsidP="00B53A2B"/>
    <w:sectPr w:rsidR="00346D8B" w:rsidSect="00346D8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5C" w:rsidRDefault="001C4D5C" w:rsidP="0082086C">
      <w:r>
        <w:separator/>
      </w:r>
    </w:p>
  </w:endnote>
  <w:endnote w:type="continuationSeparator" w:id="0">
    <w:p w:rsidR="001C4D5C" w:rsidRDefault="001C4D5C" w:rsidP="00820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6C" w:rsidRDefault="0082086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6C" w:rsidRDefault="0082086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6C" w:rsidRDefault="0082086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5C" w:rsidRDefault="001C4D5C" w:rsidP="0082086C">
      <w:r>
        <w:separator/>
      </w:r>
    </w:p>
  </w:footnote>
  <w:footnote w:type="continuationSeparator" w:id="0">
    <w:p w:rsidR="001C4D5C" w:rsidRDefault="001C4D5C" w:rsidP="00820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6C" w:rsidRDefault="008208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6C" w:rsidRPr="00352FB5" w:rsidRDefault="0082086C" w:rsidP="00352FB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086C" w:rsidRDefault="008208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D376A6"/>
    <w:multiLevelType w:val="hybridMultilevel"/>
    <w:tmpl w:val="07102F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D4C"/>
    <w:rsid w:val="001C4D5C"/>
    <w:rsid w:val="002953E3"/>
    <w:rsid w:val="002A577C"/>
    <w:rsid w:val="00346D8B"/>
    <w:rsid w:val="00352FB5"/>
    <w:rsid w:val="003A24DC"/>
    <w:rsid w:val="003C715E"/>
    <w:rsid w:val="0045325A"/>
    <w:rsid w:val="00463146"/>
    <w:rsid w:val="00467CE4"/>
    <w:rsid w:val="00497B92"/>
    <w:rsid w:val="006A7CC0"/>
    <w:rsid w:val="0082086C"/>
    <w:rsid w:val="008B4556"/>
    <w:rsid w:val="00921C33"/>
    <w:rsid w:val="00964302"/>
    <w:rsid w:val="00995D4C"/>
    <w:rsid w:val="009A5A36"/>
    <w:rsid w:val="009D19E5"/>
    <w:rsid w:val="00A53041"/>
    <w:rsid w:val="00AA5EB5"/>
    <w:rsid w:val="00B53A2B"/>
    <w:rsid w:val="00C74688"/>
    <w:rsid w:val="00D91990"/>
    <w:rsid w:val="00D93B00"/>
    <w:rsid w:val="00DA0E8D"/>
    <w:rsid w:val="00E9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E1A250"/>
  <w15:docId w15:val="{15CD4891-101E-4733-B8C6-A54A5D88F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E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B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A5EB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A5EB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A5E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A5E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B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B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B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B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B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A5EB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A5EB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A5EB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AA5EB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B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B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B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B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A5EB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5EB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B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A5EB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A5EB5"/>
    <w:rPr>
      <w:b/>
      <w:bCs/>
    </w:rPr>
  </w:style>
  <w:style w:type="character" w:styleId="Emphasis">
    <w:name w:val="Emphasis"/>
    <w:basedOn w:val="DefaultParagraphFont"/>
    <w:uiPriority w:val="20"/>
    <w:qFormat/>
    <w:rsid w:val="00AA5EB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A5EB5"/>
    <w:rPr>
      <w:szCs w:val="32"/>
    </w:rPr>
  </w:style>
  <w:style w:type="paragraph" w:styleId="ListParagraph">
    <w:name w:val="List Paragraph"/>
    <w:basedOn w:val="Normal"/>
    <w:uiPriority w:val="34"/>
    <w:qFormat/>
    <w:rsid w:val="00AA5E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5E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A5EB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B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B5"/>
    <w:rPr>
      <w:b/>
      <w:i/>
      <w:sz w:val="24"/>
    </w:rPr>
  </w:style>
  <w:style w:type="character" w:styleId="SubtleEmphasis">
    <w:name w:val="Subtle Emphasis"/>
    <w:uiPriority w:val="19"/>
    <w:qFormat/>
    <w:rsid w:val="00AA5EB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A5EB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A5E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A5EB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A5EB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5EB5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46D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6D8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2086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086C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2086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2086C"/>
    <w:rPr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8208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977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mpowerstudents.wikispaces.com/PowerTeacher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34C75041-EA53-4548-9149-899D26A51163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0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Rachel Partain</cp:lastModifiedBy>
  <cp:revision>2</cp:revision>
  <dcterms:created xsi:type="dcterms:W3CDTF">2017-01-05T20:13:00Z</dcterms:created>
  <dcterms:modified xsi:type="dcterms:W3CDTF">2017-01-05T20:13:00Z</dcterms:modified>
</cp:coreProperties>
</file>